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016D95" w:rsidP="00016D95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Fayette - </w:t>
            </w:r>
            <w:r w:rsidR="00BB4EF6">
              <w:rPr>
                <w:rFonts w:asciiTheme="majorHAnsi" w:hAnsiTheme="majorHAnsi" w:cs="Times New Roman"/>
                <w:sz w:val="20"/>
              </w:rPr>
              <w:t>Valley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BB4EF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BB4EF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24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BB4EF6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32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BB4EF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24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BB4EF6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75.0%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70.8%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87.5%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83.3%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87.5%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396" w:type="pct"/>
          </w:tcPr>
          <w:p w:rsidR="00CE3AB1" w:rsidRPr="006E7165" w:rsidRDefault="00BB4EF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54.2%</w:t>
            </w:r>
          </w:p>
        </w:tc>
        <w:tc>
          <w:tcPr>
            <w:tcW w:w="528" w:type="pct"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20.8%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396" w:type="pct"/>
          </w:tcPr>
          <w:p w:rsidR="00CE3AB1" w:rsidRPr="006E7165" w:rsidRDefault="00BB4EF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CE3AB1" w:rsidRPr="006E7165" w:rsidRDefault="00BB4EF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BB4EF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4.2%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BB4EF6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95.8%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48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76.2%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76.2%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61.9%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61.9%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69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28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528" w:type="pct"/>
            <w:vAlign w:val="center"/>
          </w:tcPr>
          <w:p w:rsidR="000B6386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9.5%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23.8%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2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74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709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74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6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0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66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42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4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93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42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93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66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2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93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42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4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93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61" w:type="pct"/>
            <w:vAlign w:val="center"/>
          </w:tcPr>
          <w:p w:rsidR="00214B57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1" w:type="pct"/>
            <w:vAlign w:val="center"/>
          </w:tcPr>
          <w:p w:rsidR="00214B57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214B57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426" w:type="pct"/>
            <w:vAlign w:val="center"/>
          </w:tcPr>
          <w:p w:rsidR="00214B57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78" w:type="pct"/>
            <w:vAlign w:val="center"/>
          </w:tcPr>
          <w:p w:rsidR="00214B57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93" w:type="pct"/>
            <w:vAlign w:val="center"/>
          </w:tcPr>
          <w:p w:rsidR="00214B57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6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01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66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426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78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93" w:type="pct"/>
            <w:vAlign w:val="center"/>
          </w:tcPr>
          <w:p w:rsidR="00EF19D8" w:rsidRPr="00B37E4B" w:rsidRDefault="00BB4EF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5376F" w:rsidRPr="006E7165" w:rsidRDefault="0065376F" w:rsidP="0065376F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34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55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652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79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77" w:type="pct"/>
          </w:tcPr>
          <w:p w:rsidR="00C549CB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34" w:type="pct"/>
          </w:tcPr>
          <w:p w:rsidR="00F0440E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F0440E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55" w:type="pct"/>
          </w:tcPr>
          <w:p w:rsidR="00F0440E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652" w:type="pct"/>
          </w:tcPr>
          <w:p w:rsidR="00F0440E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9" w:type="pct"/>
          </w:tcPr>
          <w:p w:rsidR="00F0440E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</w:tcPr>
          <w:p w:rsidR="00F0440E" w:rsidRPr="00B37E4B" w:rsidRDefault="00BB4EF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BB4EF6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16.7%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BB4EF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1143" w:type="dxa"/>
            <w:noWrap/>
          </w:tcPr>
          <w:p w:rsidR="00B37E4B" w:rsidRPr="00B37E4B" w:rsidRDefault="00BB4EF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20.8%</w:t>
            </w:r>
          </w:p>
        </w:tc>
        <w:tc>
          <w:tcPr>
            <w:tcW w:w="1063" w:type="dxa"/>
            <w:noWrap/>
          </w:tcPr>
          <w:p w:rsidR="00B37E4B" w:rsidRPr="00B37E4B" w:rsidRDefault="00BB4EF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983" w:type="dxa"/>
            <w:noWrap/>
          </w:tcPr>
          <w:p w:rsidR="00B37E4B" w:rsidRPr="00B37E4B" w:rsidRDefault="00BB4EF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1258" w:type="dxa"/>
          </w:tcPr>
          <w:p w:rsidR="00B37E4B" w:rsidRPr="00B37E4B" w:rsidRDefault="00BB4EF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54.2%</w:t>
            </w:r>
          </w:p>
        </w:tc>
        <w:tc>
          <w:tcPr>
            <w:tcW w:w="544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07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BB4EF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</w:tcPr>
          <w:p w:rsidR="006C05CF" w:rsidRPr="006E7165" w:rsidRDefault="00BB4EF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BB4EF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BB4EF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62.5%</w:t>
            </w:r>
          </w:p>
        </w:tc>
        <w:tc>
          <w:tcPr>
            <w:tcW w:w="544" w:type="pct"/>
          </w:tcPr>
          <w:p w:rsidR="006C05CF" w:rsidRPr="006E7165" w:rsidRDefault="00BB4EF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07" w:type="pct"/>
          </w:tcPr>
          <w:p w:rsidR="006C05CF" w:rsidRPr="006E7165" w:rsidRDefault="00BB4EF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434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544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07" w:type="pct"/>
          </w:tcPr>
          <w:p w:rsidR="00C549CB" w:rsidRPr="006E7165" w:rsidRDefault="00BB4EF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20.8%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54.2%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75" w:type="pct"/>
            <w:vAlign w:val="center"/>
          </w:tcPr>
          <w:p w:rsidR="006C05CF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BB4EF6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n/a; We are proud to have this program in our school.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E92B3E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E92B3E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54.2%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AE4F40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AE4F40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28" w:type="pct"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54.2%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28" w:type="pct"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28" w:type="pct"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C549CB" w:rsidRPr="006E7165" w:rsidRDefault="00BB4EF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BB4EF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BB4EF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BB4EF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BB4EF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28" w:type="pct"/>
            <w:vAlign w:val="center"/>
          </w:tcPr>
          <w:p w:rsidR="00C549CB" w:rsidRPr="006E7165" w:rsidRDefault="00BB4EF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E72" w:rsidRDefault="00ED1E72" w:rsidP="0035328A">
      <w:pPr>
        <w:spacing w:after="0" w:line="240" w:lineRule="auto"/>
      </w:pPr>
      <w:r>
        <w:separator/>
      </w:r>
    </w:p>
  </w:endnote>
  <w:endnote w:type="continuationSeparator" w:id="0">
    <w:p w:rsidR="00ED1E72" w:rsidRDefault="00ED1E7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76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E72" w:rsidRDefault="00ED1E72" w:rsidP="0035328A">
      <w:pPr>
        <w:spacing w:after="0" w:line="240" w:lineRule="auto"/>
      </w:pPr>
      <w:r>
        <w:separator/>
      </w:r>
    </w:p>
  </w:footnote>
  <w:footnote w:type="continuationSeparator" w:id="0">
    <w:p w:rsidR="00ED1E72" w:rsidRDefault="00ED1E7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F6"/>
    <w:rsid w:val="00003997"/>
    <w:rsid w:val="000123C1"/>
    <w:rsid w:val="000127C6"/>
    <w:rsid w:val="00014EDA"/>
    <w:rsid w:val="00016D95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5376F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323B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B4EF6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1E72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5E54F9"/>
  <w15:chartTrackingRefBased/>
  <w15:docId w15:val="{0BC1B6F2-7CD6-4A10-A010-7D615673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55218-4E22-49A3-BDBF-BAE2D065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1656</Words>
  <Characters>9956</Characters>
  <Application>Microsoft Office Word</Application>
  <DocSecurity>0</DocSecurity>
  <Lines>524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2018-11-01T06:29:00Z</dcterms:created>
  <dcterms:modified xsi:type="dcterms:W3CDTF">2018-11-01T06:29:00Z</dcterms:modified>
</cp:coreProperties>
</file>